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AD681" w14:textId="4790AA13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B62A54">
        <w:rPr>
          <w:lang w:eastAsia="cs-CZ"/>
        </w:rPr>
        <w:t xml:space="preserve">Příloha č. </w:t>
      </w:r>
      <w:r w:rsidR="00FA6A87">
        <w:rPr>
          <w:lang w:eastAsia="cs-CZ"/>
        </w:rPr>
        <w:t>X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5F8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40F93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A48A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785FE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8744A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361D84"/>
  <w14:defaultImageDpi w14:val="32767"/>
  <w15:docId w15:val="{E0AD9096-1CAF-4B45-9816-E84C9273D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2E5C1A-085D-43A1-9C66-8E27BB7B0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323</Words>
  <Characters>1908</Characters>
  <Application>Microsoft Office Word</Application>
  <DocSecurity>4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Harvanová Radka, DiS.</cp:lastModifiedBy>
  <cp:revision>2</cp:revision>
  <cp:lastPrinted>2020-07-15T06:29:00Z</cp:lastPrinted>
  <dcterms:created xsi:type="dcterms:W3CDTF">2021-11-12T11:20:00Z</dcterms:created>
  <dcterms:modified xsi:type="dcterms:W3CDTF">2021-11-12T11:20:00Z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